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D8F03-5955-4466-B332-3CEE7129306E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